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A90015" w:rsidRDefault="00EC064D" w:rsidP="00691645">
      <w:pPr>
        <w:pStyle w:val="Heading1"/>
        <w:spacing w:before="0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 </w:t>
      </w:r>
      <w:r>
        <w:rPr>
          <w:lang w:val="fr-FR"/>
        </w:rPr>
        <w:t xml:space="preserve">et vaginale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  <w:r w:rsidR="00477731">
        <w:rPr>
          <w:rFonts w:ascii="Arial" w:hAnsi="Arial"/>
          <w:lang w:val="fr-FR"/>
        </w:rPr>
        <w:t>,</w:t>
      </w:r>
      <w:r>
        <w:rPr>
          <w:rFonts w:ascii="Arial" w:hAnsi="Arial"/>
          <w:lang w:val="fr-FR"/>
        </w:rPr>
        <w:t xml:space="preserve"> </w:t>
      </w:r>
      <w:r w:rsidRPr="004A1D3D">
        <w:rPr>
          <w:rFonts w:ascii="Arial" w:hAnsi="Arial"/>
          <w:lang w:val="fr-FR"/>
        </w:rPr>
        <w:t>blan</w:t>
      </w:r>
      <w:r>
        <w:rPr>
          <w:rFonts w:ascii="Arial" w:hAnsi="Arial"/>
          <w:lang w:val="fr-FR"/>
        </w:rPr>
        <w:t>che</w:t>
      </w:r>
      <w:r w:rsidRPr="004A1D3D">
        <w:rPr>
          <w:rFonts w:ascii="Arial" w:hAnsi="Arial"/>
          <w:lang w:val="fr-FR"/>
        </w:rPr>
        <w:t xml:space="preserve"> ou </w:t>
      </w:r>
      <w:r>
        <w:rPr>
          <w:rFonts w:ascii="Arial" w:hAnsi="Arial"/>
          <w:lang w:val="fr-FR"/>
        </w:rPr>
        <w:t xml:space="preserve">en </w:t>
      </w:r>
      <w:r w:rsidRPr="004A1D3D">
        <w:rPr>
          <w:rFonts w:ascii="Arial" w:hAnsi="Arial"/>
          <w:lang w:val="fr-FR"/>
        </w:rPr>
        <w:t>chromé brillant</w:t>
      </w:r>
      <w:r w:rsidR="00477731">
        <w:rPr>
          <w:rFonts w:ascii="Arial" w:hAnsi="Arial"/>
          <w:lang w:val="fr-FR"/>
        </w:rPr>
        <w:t>, donnant</w:t>
      </w:r>
      <w:r w:rsidRPr="004A1D3D">
        <w:rPr>
          <w:rFonts w:ascii="Arial" w:hAnsi="Arial"/>
          <w:lang w:val="fr-FR"/>
        </w:rPr>
        <w:t xml:space="preserve"> accès à l'interrupteur principal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  <w:proofErr w:type="spellEnd"/>
    </w:p>
    <w:p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bookmarkStart w:id="0" w:name="_Hlk35937103"/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:rsidR="00C14926" w:rsidRPr="00981C24" w:rsidRDefault="009A004C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 chauffe-eau instantané</w:t>
      </w:r>
    </w:p>
    <w:p w:rsidR="00DF0F81" w:rsidRDefault="00DF0F81" w:rsidP="00FA436C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:rsidR="001B5F0F" w:rsidRDefault="001B5F0F" w:rsidP="00FA436C">
      <w:pPr>
        <w:pStyle w:val="Bulleted1"/>
        <w:rPr>
          <w:lang w:val="fr-FR"/>
        </w:rPr>
      </w:pPr>
      <w:r>
        <w:rPr>
          <w:lang w:val="fr-FR"/>
        </w:rPr>
        <w:t>buse</w:t>
      </w:r>
      <w:r w:rsidRPr="001B5F0F">
        <w:rPr>
          <w:lang w:val="fr-FR"/>
        </w:rPr>
        <w:t xml:space="preserve"> de douche vaginale séparée qui</w:t>
      </w:r>
      <w:r w:rsidR="004866F2">
        <w:rPr>
          <w:lang w:val="fr-FR"/>
        </w:rPr>
        <w:t xml:space="preserve">, à l'état de repos, </w:t>
      </w:r>
      <w:r w:rsidRPr="001B5F0F">
        <w:rPr>
          <w:lang w:val="fr-FR"/>
        </w:rPr>
        <w:t xml:space="preserve">est protégée sous la </w:t>
      </w:r>
      <w:r>
        <w:rPr>
          <w:lang w:val="fr-FR"/>
        </w:rPr>
        <w:t>buse</w:t>
      </w:r>
      <w:r w:rsidRPr="001B5F0F">
        <w:rPr>
          <w:lang w:val="fr-FR"/>
        </w:rPr>
        <w:t xml:space="preserve"> de douche anale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proofErr w:type="spellStart"/>
      <w:r w:rsidR="003B69B3">
        <w:rPr>
          <w:lang w:val="fr-FR"/>
        </w:rPr>
        <w:t>S</w:t>
      </w:r>
      <w:r w:rsidRPr="00FA436C">
        <w:rPr>
          <w:lang w:val="fr-FR"/>
        </w:rPr>
        <w:t>oftclose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 xml:space="preserve">ouvercle de WC avec </w:t>
      </w:r>
      <w:proofErr w:type="spellStart"/>
      <w:r w:rsidRPr="00FA436C">
        <w:rPr>
          <w:lang w:val="fr-FR"/>
        </w:rPr>
        <w:t>SoftOpening</w:t>
      </w:r>
      <w:proofErr w:type="spellEnd"/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a</w:t>
      </w:r>
      <w:r w:rsidRPr="00FA436C">
        <w:rPr>
          <w:lang w:val="fr-FR"/>
        </w:rPr>
        <w:t>ctivation de l‘éclairage d‘orientation par capteur de luminosité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é</w:t>
      </w:r>
      <w:r w:rsidRPr="00FA436C">
        <w:rPr>
          <w:lang w:val="fr-FR"/>
        </w:rPr>
        <w:t xml:space="preserve">clairage d‘orientation réglable en sept couleurs 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externe au réseau</w:t>
      </w:r>
      <w:r w:rsidR="003B69B3">
        <w:rPr>
          <w:lang w:val="fr-FR"/>
        </w:rPr>
        <w:t xml:space="preserve"> </w:t>
      </w:r>
      <w:r w:rsidR="003B69B3">
        <w:rPr>
          <w:lang w:val="fr-FR"/>
        </w:rPr>
        <w:t>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>à droite</w:t>
      </w:r>
      <w:r w:rsidR="003B69B3" w:rsidRPr="00FA436C">
        <w:rPr>
          <w:lang w:val="fr-FR"/>
        </w:rPr>
        <w:t xml:space="preserve">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:rsidR="00B053FD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:rsidTr="00B82585">
        <w:tc>
          <w:tcPr>
            <w:tcW w:w="1163" w:type="dxa"/>
          </w:tcPr>
          <w:p w:rsidR="00BC7C93" w:rsidRPr="00735DE7" w:rsidRDefault="00BC7C93" w:rsidP="00B82585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735DE7" w:rsidRDefault="00BC7C93" w:rsidP="00B82585"/>
        </w:tc>
        <w:tc>
          <w:tcPr>
            <w:tcW w:w="6713" w:type="dxa"/>
          </w:tcPr>
          <w:p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:rsidTr="00B82585">
        <w:tc>
          <w:tcPr>
            <w:tcW w:w="1163" w:type="dxa"/>
          </w:tcPr>
          <w:p w:rsidR="00BC7C93" w:rsidRPr="00735DE7" w:rsidRDefault="00E21BCF" w:rsidP="00B82585">
            <w:proofErr w:type="spellStart"/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>ongueur</w:t>
            </w:r>
            <w:proofErr w:type="spellEnd"/>
            <w:r w:rsidR="00BC7C93">
              <w:rPr>
                <w:rFonts w:ascii="Arial" w:hAnsi="Arial"/>
              </w:rPr>
              <w:t xml:space="preserve">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:rsidR="00BC7C93" w:rsidRPr="00C26C00" w:rsidRDefault="00BC7C93" w:rsidP="00B82585"/>
        </w:tc>
        <w:tc>
          <w:tcPr>
            <w:tcW w:w="6713" w:type="dxa"/>
          </w:tcPr>
          <w:p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:rsidR="00BC7C93" w:rsidRPr="00981C24" w:rsidRDefault="00BC7C93" w:rsidP="00BC7C9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:rsidTr="00B82585">
        <w:trPr>
          <w:trHeight w:val="80"/>
        </w:trPr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:rsidR="00EF2659" w:rsidRPr="002A1799" w:rsidRDefault="00EF2659" w:rsidP="00EF2659"/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s</w:t>
            </w:r>
          </w:p>
        </w:tc>
      </w:tr>
      <w:tr w:rsidR="00EF2659" w:rsidRPr="002A1799" w:rsidTr="00B82585">
        <w:tc>
          <w:tcPr>
            <w:tcW w:w="3685" w:type="dxa"/>
          </w:tcPr>
          <w:p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DB1ABE" w:rsidRPr="00CA5255" w:rsidRDefault="00DB1ABE" w:rsidP="00DB1ABE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92689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992689" w:rsidRDefault="00992689" w:rsidP="00B82585">
            <w:pPr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FC98CA3" wp14:editId="62251F28">
                  <wp:extent cx="1984375" cy="201485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201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529287C" wp14:editId="5702E68D">
                  <wp:extent cx="2079399" cy="1576512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158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92689" w:rsidRDefault="00992689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539055" wp14:editId="11D4CFF1">
                  <wp:extent cx="187579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57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"/>
    <w:p w:rsidR="00992689" w:rsidRDefault="00992689" w:rsidP="0099268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noProof/>
        </w:rPr>
        <w:drawing>
          <wp:inline distT="0" distB="0" distL="0" distR="0" wp14:anchorId="488539CA" wp14:editId="3A06E169">
            <wp:extent cx="1594205" cy="141820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0919" cy="1424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ABE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992689">
        <w:rPr>
          <w:rFonts w:ascii="Arial" w:hAnsi="Arial" w:cs="Arial"/>
          <w:lang w:val="fr-FR"/>
        </w:rPr>
        <w:t>Photo avec une plaque</w:t>
      </w:r>
      <w:r>
        <w:rPr>
          <w:rFonts w:ascii="Arial" w:hAnsi="Arial" w:cs="Arial"/>
          <w:lang w:val="fr-FR"/>
        </w:rPr>
        <w:t>tte</w:t>
      </w:r>
      <w:r w:rsidRPr="00992689">
        <w:rPr>
          <w:rFonts w:ascii="Arial" w:hAnsi="Arial" w:cs="Arial"/>
          <w:lang w:val="fr-FR"/>
        </w:rPr>
        <w:t xml:space="preserve"> d</w:t>
      </w:r>
      <w:r>
        <w:rPr>
          <w:rFonts w:ascii="Arial" w:hAnsi="Arial" w:cs="Arial"/>
          <w:lang w:val="fr-FR"/>
        </w:rPr>
        <w:t>écorative en</w:t>
      </w:r>
      <w:r w:rsidRPr="00992689">
        <w:rPr>
          <w:rFonts w:ascii="Arial" w:hAnsi="Arial" w:cs="Arial"/>
          <w:lang w:val="fr-FR"/>
        </w:rPr>
        <w:t xml:space="preserve"> chromé brillant (</w:t>
      </w:r>
      <w:r w:rsidR="00E21BCF" w:rsidRPr="00992689">
        <w:rPr>
          <w:rFonts w:ascii="Arial" w:hAnsi="Arial" w:cs="Arial"/>
          <w:lang w:val="fr-FR"/>
        </w:rPr>
        <w:t xml:space="preserve">également </w:t>
      </w:r>
      <w:r w:rsidR="00E21BCF">
        <w:rPr>
          <w:rFonts w:ascii="Arial" w:hAnsi="Arial" w:cs="Arial"/>
          <w:lang w:val="fr-FR"/>
        </w:rPr>
        <w:t>disponible avec</w:t>
      </w:r>
      <w:r w:rsidRPr="00992689">
        <w:rPr>
          <w:rFonts w:ascii="Arial" w:hAnsi="Arial" w:cs="Arial"/>
          <w:lang w:val="fr-FR"/>
        </w:rPr>
        <w:t xml:space="preserve"> plaque</w:t>
      </w:r>
      <w:r>
        <w:rPr>
          <w:rFonts w:ascii="Arial" w:hAnsi="Arial" w:cs="Arial"/>
          <w:lang w:val="fr-FR"/>
        </w:rPr>
        <w:t>tte décorative</w:t>
      </w:r>
      <w:r w:rsidRPr="00992689">
        <w:rPr>
          <w:rFonts w:ascii="Arial" w:hAnsi="Arial" w:cs="Arial"/>
          <w:lang w:val="fr-FR"/>
        </w:rPr>
        <w:t xml:space="preserve"> blanche)</w:t>
      </w: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bookmarkStart w:id="2" w:name="_GoBack"/>
      <w:bookmarkEnd w:id="2"/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:rsidR="00992689" w:rsidRPr="00992689" w:rsidRDefault="00992689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sectPr w:rsidR="00992689" w:rsidRPr="00992689" w:rsidSect="00832A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26E" w:rsidRDefault="0080726E">
      <w:r>
        <w:separator/>
      </w:r>
    </w:p>
  </w:endnote>
  <w:endnote w:type="continuationSeparator" w:id="0">
    <w:p w:rsidR="0080726E" w:rsidRDefault="008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26E" w:rsidRDefault="0080726E">
      <w:r>
        <w:separator/>
      </w:r>
    </w:p>
  </w:footnote>
  <w:footnote w:type="continuationSeparator" w:id="0">
    <w:p w:rsidR="0080726E" w:rsidRDefault="008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741E30" w:rsidRDefault="00C470D9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proofErr w:type="spellStart"/>
    <w:r w:rsidR="00741E30" w:rsidRPr="00741E30">
      <w:rPr>
        <w:rFonts w:ascii="Arial" w:hAnsi="Arial" w:cs="Arial"/>
        <w:b/>
        <w:bCs/>
        <w:lang w:val="fr-FR"/>
      </w:rPr>
      <w:t>AquaClean</w:t>
    </w:r>
    <w:proofErr w:type="spellEnd"/>
    <w:r w:rsidR="00741E30" w:rsidRPr="00741E30">
      <w:rPr>
        <w:rFonts w:ascii="Arial" w:hAnsi="Arial" w:cs="Arial"/>
        <w:b/>
        <w:bCs/>
        <w:lang w:val="fr-FR"/>
      </w:rPr>
      <w:t xml:space="preserve"> </w:t>
    </w:r>
    <w:proofErr w:type="spellStart"/>
    <w:r w:rsidR="00741E30" w:rsidRPr="00741E30">
      <w:rPr>
        <w:rFonts w:ascii="Arial" w:hAnsi="Arial" w:cs="Arial"/>
        <w:b/>
        <w:bCs/>
        <w:lang w:val="fr-FR"/>
      </w:rPr>
      <w:t>Sela</w:t>
    </w:r>
    <w:proofErr w:type="spellEnd"/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F86A6E" w:rsidRDefault="00741E30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941" w:rsidRDefault="00C84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FCD2423C-55EE-435C-946E-9083194E1D3C}"/>
</file>

<file path=customXml/itemProps2.xml><?xml version="1.0" encoding="utf-8"?>
<ds:datastoreItem xmlns:ds="http://schemas.openxmlformats.org/officeDocument/2006/customXml" ds:itemID="{13C35979-7432-423D-9176-E5C715901D1E}"/>
</file>

<file path=customXml/itemProps3.xml><?xml version="1.0" encoding="utf-8"?>
<ds:datastoreItem xmlns:ds="http://schemas.openxmlformats.org/officeDocument/2006/customXml" ds:itemID="{21DA8C78-1442-48B1-B143-6700ABC015AA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44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2020-04-29T09:36:00Z</dcterms:created>
  <dcterms:modified xsi:type="dcterms:W3CDTF">2020-04-29T16:17:00Z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442700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